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674A2619" w14:textId="77777777" w:rsidR="008B4C0A" w:rsidRDefault="00AB2CEA" w:rsidP="00491366">
          <w:pPr>
            <w:pStyle w:val="En-ttedetabledesmatires"/>
          </w:pPr>
          <w:r>
            <w:rPr>
              <w:rFonts w:ascii="Arial" w:hAnsi="Arial" w:cs="Arial"/>
              <w:noProof/>
              <w:color w:val="000000" w:themeColor="text1"/>
              <w:sz w:val="16"/>
              <w:szCs w:val="16"/>
              <w:lang w:eastAsia="fr-FR"/>
            </w:rPr>
            <w:drawing>
              <wp:anchor distT="0" distB="0" distL="114300" distR="114300" simplePos="0" relativeHeight="251671040" behindDoc="0" locked="0" layoutInCell="1" allowOverlap="1" wp14:anchorId="13A5336E" wp14:editId="43B2D096">
                <wp:simplePos x="0" y="0"/>
                <wp:positionH relativeFrom="column">
                  <wp:posOffset>-609600</wp:posOffset>
                </wp:positionH>
                <wp:positionV relativeFrom="paragraph">
                  <wp:posOffset>-781050</wp:posOffset>
                </wp:positionV>
                <wp:extent cx="2256155" cy="908050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ignatureMail_nouv_chartedessousV2.png"/>
                        <pic:cNvPicPr/>
                      </pic:nvPicPr>
                      <pic:blipFill rotWithShape="1"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883"/>
                        <a:stretch/>
                      </pic:blipFill>
                      <pic:spPr bwMode="auto">
                        <a:xfrm>
                          <a:off x="0" y="0"/>
                          <a:ext cx="2256155" cy="908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3742660"/>
                    <wp:effectExtent l="19050" t="19050" r="19050" b="1079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3742660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C2689FE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0D888AED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4A465BAC" w14:textId="77777777"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14:paraId="0837AA75" w14:textId="77777777" w:rsidR="00491366" w:rsidRDefault="00491366" w:rsidP="00491366"/>
                              <w:p w14:paraId="5A92FD3B" w14:textId="77777777"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Annexe 1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: Sites concernés par le présent marché et horaires normaux de travail.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294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1C2689FE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0D888AED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4A465BAC" w14:textId="77777777"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14:paraId="0837AA75" w14:textId="77777777" w:rsidR="00491366" w:rsidRDefault="00491366" w:rsidP="00491366"/>
                        <w:p w14:paraId="5A92FD3B" w14:textId="77777777"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Annexe 1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: Sites concernés par le présent marché et horaires normaux de travail.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4099926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F45230B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A5E2779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91D3BED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190CD50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B214437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642B6C3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86A4D4E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124637C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C093DBA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4991CC7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795D6DB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046A45B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11BE43F" w14:textId="77777777"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0D492BF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0D492BF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060E78AA" w14:textId="77777777" w:rsidR="00491366" w:rsidRDefault="00491366" w:rsidP="00AB2CEA">
          <w:pPr>
            <w:jc w:val="center"/>
          </w:pPr>
        </w:p>
        <w:p w14:paraId="7437CBF9" w14:textId="77777777" w:rsidR="00491366" w:rsidRDefault="00491366" w:rsidP="00410AFD"/>
        <w:p w14:paraId="1B9914D5" w14:textId="77777777" w:rsidR="00A62094" w:rsidRDefault="00A62094" w:rsidP="00410AFD"/>
        <w:p w14:paraId="5AC0EF24" w14:textId="77777777" w:rsidR="00A62094" w:rsidRDefault="00A62094" w:rsidP="00410AFD"/>
        <w:p w14:paraId="36A32806" w14:textId="77777777" w:rsidR="00A62094" w:rsidRDefault="00A62094" w:rsidP="00410AFD"/>
        <w:p w14:paraId="2C432FE5" w14:textId="77777777" w:rsidR="00A62094" w:rsidRDefault="00A62094" w:rsidP="00410AFD"/>
        <w:p w14:paraId="28912322" w14:textId="77777777" w:rsidR="00A62094" w:rsidRDefault="00A62094" w:rsidP="00410AFD"/>
        <w:p w14:paraId="62FD9901" w14:textId="77777777" w:rsidR="00A62094" w:rsidRDefault="00A62094" w:rsidP="00410AFD"/>
        <w:p w14:paraId="35E3AA68" w14:textId="77777777" w:rsidR="00A62094" w:rsidRDefault="00A62094" w:rsidP="00410AFD"/>
        <w:p w14:paraId="7A0D38F6" w14:textId="77777777" w:rsidR="00A62094" w:rsidRDefault="00A62094">
          <w:pPr>
            <w:jc w:val="left"/>
          </w:pPr>
        </w:p>
        <w:p w14:paraId="684F25C2" w14:textId="77777777" w:rsidR="00491366" w:rsidRDefault="00491366" w:rsidP="00410AFD"/>
        <w:p w14:paraId="5619E4F9" w14:textId="77777777" w:rsidR="00A62094" w:rsidRDefault="00A62094" w:rsidP="00410AFD">
          <w:pPr>
            <w:sectPr w:rsidR="00A62094" w:rsidSect="00302298">
              <w:headerReference w:type="even" r:id="rId13"/>
              <w:headerReference w:type="default" r:id="rId14"/>
              <w:footerReference w:type="even" r:id="rId15"/>
              <w:footerReference w:type="default" r:id="rId16"/>
              <w:headerReference w:type="first" r:id="rId17"/>
              <w:footerReference w:type="first" r:id="rId18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3A71FE39" w14:textId="77777777" w:rsidR="00A62094" w:rsidRDefault="00A62094" w:rsidP="00A62094">
          <w:r>
            <w:lastRenderedPageBreak/>
            <w:t>Les sites sur lesquels le titulaire est tenu d’intervenir sont les suivants :</w:t>
          </w:r>
        </w:p>
        <w:p w14:paraId="6371FAA8" w14:textId="77777777" w:rsidR="005667AF" w:rsidRDefault="005667AF" w:rsidP="005667AF"/>
        <w:tbl>
          <w:tblPr>
            <w:tblW w:w="14567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3045"/>
            <w:gridCol w:w="1758"/>
            <w:gridCol w:w="3045"/>
            <w:gridCol w:w="3045"/>
            <w:gridCol w:w="3674"/>
          </w:tblGrid>
          <w:tr w:rsidR="005667AF" w:rsidRPr="005526CA" w14:paraId="7991C33D" w14:textId="77777777" w:rsidTr="003E2A23">
            <w:trPr>
              <w:trHeight w:val="511"/>
            </w:trPr>
            <w:tc>
              <w:tcPr>
                <w:tcW w:w="3045" w:type="dxa"/>
                <w:shd w:val="clear" w:color="auto" w:fill="D9D9D9" w:themeFill="background1" w:themeFillShade="D9"/>
              </w:tcPr>
              <w:p w14:paraId="1DA36392" w14:textId="5E1B0C43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Établissement Adresse</w:t>
                </w:r>
              </w:p>
            </w:tc>
            <w:tc>
              <w:tcPr>
                <w:tcW w:w="1758" w:type="dxa"/>
                <w:shd w:val="clear" w:color="auto" w:fill="D9D9D9" w:themeFill="background1" w:themeFillShade="D9"/>
              </w:tcPr>
              <w:p w14:paraId="202F8EBD" w14:textId="29B37B19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Bénéficiaire</w:t>
                </w:r>
              </w:p>
            </w:tc>
            <w:tc>
              <w:tcPr>
                <w:tcW w:w="3045" w:type="dxa"/>
                <w:shd w:val="clear" w:color="auto" w:fill="D9D9D9" w:themeFill="background1" w:themeFillShade="D9"/>
              </w:tcPr>
              <w:p w14:paraId="667954D0" w14:textId="679C8748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Correspondant USID de Toulouse</w:t>
                </w:r>
              </w:p>
            </w:tc>
            <w:tc>
              <w:tcPr>
                <w:tcW w:w="3045" w:type="dxa"/>
                <w:shd w:val="clear" w:color="auto" w:fill="D9D9D9" w:themeFill="background1" w:themeFillShade="D9"/>
              </w:tcPr>
              <w:p w14:paraId="14BA4B30" w14:textId="19104CDA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Horaires de travail</w:t>
                </w:r>
              </w:p>
            </w:tc>
            <w:tc>
              <w:tcPr>
                <w:tcW w:w="3674" w:type="dxa"/>
                <w:shd w:val="clear" w:color="auto" w:fill="D9D9D9" w:themeFill="background1" w:themeFillShade="D9"/>
              </w:tcPr>
              <w:p w14:paraId="2BC32C93" w14:textId="234C09D4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b/>
                    <w:bCs/>
                    <w:color w:val="000000"/>
                  </w:rPr>
                  <w:t>Conditions d’accès</w:t>
                </w:r>
              </w:p>
            </w:tc>
          </w:tr>
          <w:tr w:rsidR="005667AF" w:rsidRPr="005526CA" w14:paraId="61DC8185" w14:textId="77777777" w:rsidTr="00DF2106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5348277" w14:textId="77777777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DGA TA - Site de Balma </w:t>
                </w:r>
              </w:p>
              <w:p w14:paraId="1A7DC209" w14:textId="77777777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47 Rue Saint Jean </w:t>
                </w:r>
              </w:p>
              <w:p w14:paraId="2C908A8C" w14:textId="65898C96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31130 BALMA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1FDB6D" w14:textId="68E354F8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DGA TA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3F9F4F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2131B1C7" w14:textId="07A09DA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>Antenne SE</w:t>
                </w:r>
                <w:r w:rsidRPr="005526CA">
                  <w:rPr>
                    <w:rFonts w:cs="Times New Roman"/>
                    <w:color w:val="000000"/>
                  </w:rPr>
                  <w:t xml:space="preserve">M de TOULOUSE </w:t>
                </w:r>
                <w:r>
                  <w:rPr>
                    <w:rFonts w:cs="Times New Roman"/>
                    <w:color w:val="000000"/>
                  </w:rPr>
                  <w:t>EST BALMA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33C88F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vendredi : </w:t>
                </w:r>
              </w:p>
              <w:p w14:paraId="00A21A47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</w:t>
                </w:r>
              </w:p>
              <w:p w14:paraId="0A7DD638" w14:textId="65D6C0E0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13h00-17h00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B23C38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CP validée. </w:t>
                </w:r>
              </w:p>
              <w:p w14:paraId="22BD3CC3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50D0C79A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188FDB4B" w14:textId="748632B6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Prévenir le correspondant USID </w:t>
                </w:r>
              </w:p>
            </w:tc>
          </w:tr>
          <w:tr w:rsidR="005667AF" w:rsidRPr="005526CA" w14:paraId="05B39D8B" w14:textId="77777777" w:rsidTr="00DF2106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7FBF212" w14:textId="77777777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Terrain de parachutage de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Fonsorbes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</w:t>
                </w:r>
              </w:p>
              <w:p w14:paraId="47828091" w14:textId="77777777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Lieu-dit </w:t>
                </w:r>
                <w:proofErr w:type="spellStart"/>
                <w:r w:rsidRPr="00943AA1">
                  <w:rPr>
                    <w:rFonts w:cs="Times New Roman"/>
                    <w:color w:val="000000"/>
                  </w:rPr>
                  <w:t>Poge</w:t>
                </w:r>
                <w:proofErr w:type="spellEnd"/>
                <w:r w:rsidRPr="00943AA1">
                  <w:rPr>
                    <w:rFonts w:cs="Times New Roman"/>
                    <w:color w:val="000000"/>
                  </w:rPr>
                  <w:t xml:space="preserve"> - RN 637 </w:t>
                </w:r>
              </w:p>
              <w:p w14:paraId="748B2752" w14:textId="77777777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31470 FONSORBES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705D2B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DGA TA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B2EF26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198D44F2" w14:textId="7B400813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>Antenne SE</w:t>
                </w:r>
                <w:r w:rsidRPr="005526CA">
                  <w:rPr>
                    <w:rFonts w:cs="Times New Roman"/>
                    <w:color w:val="000000"/>
                  </w:rPr>
                  <w:t>M de TOULOUSE</w:t>
                </w:r>
                <w:r>
                  <w:rPr>
                    <w:rFonts w:cs="Times New Roman"/>
                    <w:color w:val="000000"/>
                  </w:rPr>
                  <w:t xml:space="preserve"> EST BALMA</w:t>
                </w:r>
                <w:r w:rsidRPr="005526CA">
                  <w:rPr>
                    <w:rFonts w:cs="Times New Roman"/>
                    <w:color w:val="000000"/>
                  </w:rPr>
                  <w:t xml:space="preserve">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9ABDF8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vendredi : </w:t>
                </w:r>
              </w:p>
              <w:p w14:paraId="5A76CCED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</w:t>
                </w:r>
              </w:p>
              <w:p w14:paraId="1AA08747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13h00-17h00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7266D8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CP validée. </w:t>
                </w:r>
              </w:p>
              <w:p w14:paraId="0EE01ADA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4672E161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403D2B51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Prévenir le correspondant USID </w:t>
                </w:r>
              </w:p>
            </w:tc>
          </w:tr>
          <w:tr w:rsidR="005667AF" w:rsidRPr="005526CA" w14:paraId="3358F020" w14:textId="77777777" w:rsidTr="00DF2106">
            <w:trPr>
              <w:trHeight w:val="511"/>
            </w:trPr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6AF8C2D" w14:textId="77777777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DGA TA - Site de Blagnac </w:t>
                </w:r>
              </w:p>
              <w:p w14:paraId="27A17A68" w14:textId="77777777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Rue Vélasquez </w:t>
                </w:r>
              </w:p>
              <w:p w14:paraId="78E1BC5F" w14:textId="77777777" w:rsidR="005667AF" w:rsidRPr="00943AA1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943AA1">
                  <w:rPr>
                    <w:rFonts w:cs="Times New Roman"/>
                    <w:color w:val="000000"/>
                  </w:rPr>
                  <w:t xml:space="preserve">31700 BLAGNAC </w:t>
                </w:r>
              </w:p>
            </w:tc>
            <w:tc>
              <w:tcPr>
                <w:tcW w:w="17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048B7D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DGA TA 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68015E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USID Toulouse </w:t>
                </w:r>
              </w:p>
              <w:p w14:paraId="35094D83" w14:textId="68DDC47F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>
                  <w:rPr>
                    <w:rFonts w:cs="Times New Roman"/>
                    <w:color w:val="000000"/>
                  </w:rPr>
                  <w:t>Antenne SE</w:t>
                </w:r>
                <w:r w:rsidRPr="005526CA">
                  <w:rPr>
                    <w:rFonts w:cs="Times New Roman"/>
                    <w:color w:val="000000"/>
                  </w:rPr>
                  <w:t xml:space="preserve">M de TOULOUSE </w:t>
                </w:r>
                <w:r>
                  <w:rPr>
                    <w:rFonts w:cs="Times New Roman"/>
                    <w:color w:val="000000"/>
                  </w:rPr>
                  <w:t>EST BALMA</w:t>
                </w:r>
              </w:p>
            </w:tc>
            <w:tc>
              <w:tcPr>
                <w:tcW w:w="30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F76AD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Du lundi au vendredi : </w:t>
                </w:r>
              </w:p>
              <w:p w14:paraId="3DA8ADC1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8h00-12h00 </w:t>
                </w:r>
              </w:p>
              <w:p w14:paraId="0B1E95F7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13h00-17h00 </w:t>
                </w:r>
              </w:p>
            </w:tc>
            <w:tc>
              <w:tcPr>
                <w:tcW w:w="3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6BD7D5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Fiche CP validée. </w:t>
                </w:r>
              </w:p>
              <w:p w14:paraId="5743DB92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Carte nationale d’identité. </w:t>
                </w:r>
              </w:p>
              <w:p w14:paraId="614B5E08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Papiers du véhicule à jour </w:t>
                </w:r>
              </w:p>
              <w:p w14:paraId="23634BA0" w14:textId="77777777" w:rsidR="005667AF" w:rsidRPr="005526CA" w:rsidRDefault="005667AF" w:rsidP="005667A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color w:val="000000"/>
                  </w:rPr>
                </w:pPr>
                <w:r w:rsidRPr="005526CA">
                  <w:rPr>
                    <w:rFonts w:cs="Times New Roman"/>
                    <w:color w:val="000000"/>
                  </w:rPr>
                  <w:t xml:space="preserve">Prévenir le correspondant USID </w:t>
                </w:r>
              </w:p>
            </w:tc>
          </w:tr>
        </w:tbl>
        <w:p w14:paraId="615898FD" w14:textId="77777777" w:rsidR="005667AF" w:rsidRDefault="005667AF" w:rsidP="005667AF"/>
        <w:p w14:paraId="6500C3DE" w14:textId="156E0CA8" w:rsidR="005667AF" w:rsidRDefault="009F753C" w:rsidP="005667AF"/>
      </w:sdtContent>
    </w:sdt>
    <w:p w14:paraId="3E1A2220" w14:textId="471DB29A" w:rsidR="005667AF" w:rsidRPr="006A5C46" w:rsidRDefault="005667AF" w:rsidP="005667AF">
      <w:pPr>
        <w:ind w:left="-426"/>
        <w:rPr>
          <w:rFonts w:ascii="Times New Roman" w:hAnsi="Times New Roman"/>
          <w:sz w:val="24"/>
          <w:szCs w:val="24"/>
        </w:rPr>
      </w:pPr>
      <w:r w:rsidRPr="005667AF">
        <w:rPr>
          <w:rFonts w:ascii="Times New Roman" w:hAnsi="Times New Roman"/>
          <w:sz w:val="24"/>
          <w:szCs w:val="24"/>
        </w:rPr>
        <w:t xml:space="preserve"> </w:t>
      </w:r>
      <w:r w:rsidRPr="006A5C46">
        <w:rPr>
          <w:rFonts w:ascii="Times New Roman" w:hAnsi="Times New Roman"/>
          <w:sz w:val="24"/>
          <w:szCs w:val="24"/>
        </w:rPr>
        <w:t>Les coordonnées des intervenants SID et celles des interlocuteurs sur chacun des sites (préventions, médecine du travail, etc</w:t>
      </w:r>
      <w:r>
        <w:rPr>
          <w:rFonts w:ascii="Times New Roman" w:hAnsi="Times New Roman"/>
          <w:sz w:val="24"/>
          <w:szCs w:val="24"/>
        </w:rPr>
        <w:t>…</w:t>
      </w:r>
      <w:r w:rsidRPr="006A5C46">
        <w:rPr>
          <w:rFonts w:ascii="Times New Roman" w:hAnsi="Times New Roman"/>
          <w:sz w:val="24"/>
          <w:szCs w:val="24"/>
        </w:rPr>
        <w:t>) ainsi que les spécificités propres à chacun des sites seront communiqué</w:t>
      </w:r>
      <w:r>
        <w:rPr>
          <w:rFonts w:ascii="Times New Roman" w:hAnsi="Times New Roman"/>
          <w:sz w:val="24"/>
          <w:szCs w:val="24"/>
        </w:rPr>
        <w:t>e</w:t>
      </w:r>
      <w:r w:rsidRPr="006A5C46">
        <w:rPr>
          <w:rFonts w:ascii="Times New Roman" w:hAnsi="Times New Roman"/>
          <w:sz w:val="24"/>
          <w:szCs w:val="24"/>
        </w:rPr>
        <w:t>s lors de</w:t>
      </w:r>
      <w:r>
        <w:rPr>
          <w:rFonts w:ascii="Times New Roman" w:hAnsi="Times New Roman"/>
          <w:sz w:val="24"/>
          <w:szCs w:val="24"/>
        </w:rPr>
        <w:t xml:space="preserve"> la réunion</w:t>
      </w:r>
      <w:r w:rsidRPr="006A5C46">
        <w:rPr>
          <w:rFonts w:ascii="Times New Roman" w:hAnsi="Times New Roman"/>
          <w:sz w:val="24"/>
          <w:szCs w:val="24"/>
        </w:rPr>
        <w:t xml:space="preserve"> de lancement.</w:t>
      </w:r>
    </w:p>
    <w:p w14:paraId="09AB5C0F" w14:textId="77777777" w:rsidR="00410AFD" w:rsidRDefault="00410AFD" w:rsidP="00410AFD"/>
    <w:sectPr w:rsidR="00410AFD" w:rsidSect="00A62094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86F08" w14:textId="77777777" w:rsidR="00084468" w:rsidRDefault="00084468" w:rsidP="00EA6B59">
      <w:pPr>
        <w:spacing w:after="0" w:line="240" w:lineRule="auto"/>
      </w:pPr>
      <w:r>
        <w:separator/>
      </w:r>
    </w:p>
  </w:endnote>
  <w:endnote w:type="continuationSeparator" w:id="0">
    <w:p w14:paraId="41DC42DC" w14:textId="77777777" w:rsidR="00084468" w:rsidRDefault="00084468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8F29B" w14:textId="77777777" w:rsidR="009F753C" w:rsidRDefault="009F753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13B7A674" w14:textId="77777777"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094">
          <w:rPr>
            <w:noProof/>
          </w:rPr>
          <w:t>1</w:t>
        </w:r>
        <w:r>
          <w:fldChar w:fldCharType="end"/>
        </w:r>
      </w:p>
    </w:sdtContent>
  </w:sdt>
  <w:p w14:paraId="07796186" w14:textId="77777777" w:rsidR="00313E59" w:rsidRDefault="00313E5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BA65B" w14:textId="254E0005" w:rsidR="00A15B1B" w:rsidRDefault="00A15B1B">
    <w:pPr>
      <w:pStyle w:val="Pieddepage"/>
    </w:pPr>
    <w:r>
      <w:t xml:space="preserve">ESID </w:t>
    </w:r>
    <w:r w:rsidR="00BF7D4D">
      <w:t>25 129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524B1" w14:textId="77777777" w:rsidR="00084468" w:rsidRDefault="00084468" w:rsidP="00EA6B59">
      <w:pPr>
        <w:spacing w:after="0" w:line="240" w:lineRule="auto"/>
      </w:pPr>
      <w:r>
        <w:separator/>
      </w:r>
    </w:p>
  </w:footnote>
  <w:footnote w:type="continuationSeparator" w:id="0">
    <w:p w14:paraId="04D1E9ED" w14:textId="77777777" w:rsidR="00084468" w:rsidRDefault="00084468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42B8" w14:textId="77777777" w:rsidR="009F753C" w:rsidRDefault="009F753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3B095" w14:textId="77777777" w:rsidR="009F753C" w:rsidRDefault="009F753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DD4FE" w14:textId="5806A144" w:rsidR="00A15B1B" w:rsidRDefault="00A15B1B">
    <w:pPr>
      <w:pStyle w:val="En-tte"/>
    </w:pPr>
    <w:r>
      <w:tab/>
    </w:r>
    <w:r>
      <w:tab/>
    </w:r>
    <w:r>
      <w:tab/>
    </w:r>
    <w:r>
      <w:t>DAF_</w:t>
    </w:r>
    <w:r w:rsidR="00BF7D4D">
      <w:t>2025_</w:t>
    </w:r>
    <w:r w:rsidR="009F753C">
      <w:t>000476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4468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0EBF"/>
    <w:rsid w:val="00155227"/>
    <w:rsid w:val="0015741B"/>
    <w:rsid w:val="001B4AD4"/>
    <w:rsid w:val="001B6330"/>
    <w:rsid w:val="001C3DE6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67AF"/>
    <w:rsid w:val="00567A1A"/>
    <w:rsid w:val="00580A3D"/>
    <w:rsid w:val="005866EA"/>
    <w:rsid w:val="00592674"/>
    <w:rsid w:val="00592D6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22066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18BD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4786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9F753C"/>
    <w:rsid w:val="00A15B1B"/>
    <w:rsid w:val="00A21545"/>
    <w:rsid w:val="00A234D4"/>
    <w:rsid w:val="00A36B33"/>
    <w:rsid w:val="00A413FD"/>
    <w:rsid w:val="00A5473E"/>
    <w:rsid w:val="00A62094"/>
    <w:rsid w:val="00A774EA"/>
    <w:rsid w:val="00A97745"/>
    <w:rsid w:val="00AB2CEA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41E"/>
    <w:rsid w:val="00BC69E5"/>
    <w:rsid w:val="00BE4040"/>
    <w:rsid w:val="00BF7D4D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EF782A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783BE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2f2f77a-bc19-4145-99a9-a502f90bb138">
      <UserInfo>
        <DisplayName>NURY Thierry OPA COMP</DisplayName>
        <AccountId>310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597F58-010F-4E61-B8BC-CBEE65DD7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6B9C4C-02A4-4E6E-BE74-3EF5D7190C12}">
  <ds:schemaRefs>
    <ds:schemaRef ds:uri="http://schemas.openxmlformats.org/package/2006/metadata/core-properties"/>
    <ds:schemaRef ds:uri="12f2f77a-bc19-4145-99a9-a502f90bb138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86F6A03-C24B-4E08-ABA3-905D46D7D9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5979BBB-B32E-4061-9E27-82A16FC7D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8</TotalTime>
  <Pages>2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SOULES Sandrine ADJ ADM PAL 2CL AE</cp:lastModifiedBy>
  <cp:revision>5</cp:revision>
  <dcterms:created xsi:type="dcterms:W3CDTF">2025-05-15T11:51:00Z</dcterms:created>
  <dcterms:modified xsi:type="dcterms:W3CDTF">2025-05-21T14:30:00Z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